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47E8AABF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 w:rsidR="006C42C9">
        <w:rPr>
          <w:rStyle w:val="Strong"/>
          <w:rFonts w:asciiTheme="minorHAnsi" w:hAnsiTheme="minorHAnsi" w:cstheme="minorHAnsi"/>
          <w:lang w:val="en-GB"/>
        </w:rPr>
        <w:t>46-G002-23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4A7EEAB" w14:textId="7BAF36A1" w:rsidR="00C44890" w:rsidRPr="00492684" w:rsidRDefault="005B5FC5" w:rsidP="00C44890">
      <w:pPr>
        <w:rPr>
          <w:lang w:val="en-GB"/>
        </w:rPr>
      </w:pPr>
      <w:r w:rsidRPr="005B5FC5">
        <w:rPr>
          <w:lang w:val="en-GB"/>
        </w:rPr>
        <w:t xml:space="preserve">This project is to support efficiency of fuel </w:t>
      </w:r>
      <w:r w:rsidR="009245D7">
        <w:rPr>
          <w:lang w:val="en-GB"/>
        </w:rPr>
        <w:t xml:space="preserve">delivery on </w:t>
      </w:r>
      <w:r w:rsidR="00FE7F22">
        <w:rPr>
          <w:lang w:val="en-GB"/>
        </w:rPr>
        <w:t>the outer island</w:t>
      </w:r>
      <w:r w:rsidRPr="005B5FC5">
        <w:rPr>
          <w:lang w:val="en-GB"/>
        </w:rPr>
        <w:t xml:space="preserve"> from time to </w:t>
      </w:r>
      <w:proofErr w:type="gramStart"/>
      <w:r w:rsidRPr="005B5FC5">
        <w:rPr>
          <w:lang w:val="en-GB"/>
        </w:rPr>
        <w:t>time</w:t>
      </w:r>
      <w:proofErr w:type="gramEnd"/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</w:p>
    <w:p w14:paraId="3321152F" w14:textId="506125C3" w:rsidR="00C44890" w:rsidRDefault="00C44890" w:rsidP="005B5FC5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96B06F5" w14:textId="6A887030" w:rsidR="005B5FC5" w:rsidRPr="005B5FC5" w:rsidRDefault="005B5FC5" w:rsidP="005B5FC5">
      <w:pPr>
        <w:rPr>
          <w:lang w:val="en-GB"/>
        </w:rPr>
      </w:pPr>
      <w:r>
        <w:rPr>
          <w:lang w:val="en-GB"/>
        </w:rPr>
        <w:t>To be installed at outer islands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1CA01FB8" w:rsidR="00C44890" w:rsidRPr="00492684" w:rsidRDefault="005B5FC5" w:rsidP="00C44890">
      <w:pPr>
        <w:rPr>
          <w:lang w:val="en-GB"/>
        </w:rPr>
      </w:pPr>
      <w:r>
        <w:rPr>
          <w:lang w:val="en-GB"/>
        </w:rPr>
        <w:t xml:space="preserve">44 days after first payment 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 xml:space="preserve">Here, list all items to be </w:t>
      </w:r>
      <w:proofErr w:type="gramStart"/>
      <w:r w:rsidRPr="00492684">
        <w:rPr>
          <w:i/>
          <w:iCs/>
          <w:lang w:val="en-GB"/>
        </w:rPr>
        <w:t>Tendered</w:t>
      </w:r>
      <w:proofErr w:type="gramEnd"/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444E7C" w:rsidRPr="00492684" w14:paraId="14520360" w14:textId="77777777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AE8CCEB" w14:textId="2958257C" w:rsidR="00444E7C" w:rsidRPr="00492684" w:rsidRDefault="00444E7C" w:rsidP="00C44890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678" w:type="dxa"/>
          </w:tcPr>
          <w:p w14:paraId="42D02C05" w14:textId="77777777" w:rsidR="00444E7C" w:rsidRPr="00444E7C" w:rsidRDefault="00444E7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  <w:lang w:val="en-GB"/>
              </w:rPr>
            </w:pPr>
            <w:r w:rsidRPr="00444E7C">
              <w:rPr>
                <w:b/>
                <w:u w:val="single"/>
                <w:lang w:val="en-GB"/>
              </w:rPr>
              <w:t>5 Outer Islands Truck</w:t>
            </w:r>
          </w:p>
          <w:p w14:paraId="2687C5E5" w14:textId="72F88FEE" w:rsidR="00444E7C" w:rsidRDefault="00FE7F22" w:rsidP="00444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Maker: Toyota or Isuzu, Mazda, Hino,</w:t>
            </w:r>
          </w:p>
          <w:p w14:paraId="41BF9EBC" w14:textId="77777777" w:rsidR="00444E7C" w:rsidRDefault="00444E7C" w:rsidP="00444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Type: Truck</w:t>
            </w:r>
          </w:p>
          <w:p w14:paraId="6F396324" w14:textId="77777777" w:rsidR="00444E7C" w:rsidRDefault="00444E7C" w:rsidP="00444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Steering: Right</w:t>
            </w:r>
          </w:p>
          <w:p w14:paraId="079D5BE9" w14:textId="77777777" w:rsidR="00444E7C" w:rsidRDefault="00444E7C" w:rsidP="00444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Transmission: Manual</w:t>
            </w:r>
          </w:p>
          <w:p w14:paraId="3ADBA8A0" w14:textId="77777777" w:rsidR="00444E7C" w:rsidRDefault="00444E7C" w:rsidP="00444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Fuel: Diesel</w:t>
            </w:r>
          </w:p>
          <w:p w14:paraId="17E0D7B2" w14:textId="77777777" w:rsidR="00444E7C" w:rsidRDefault="00444E7C" w:rsidP="00444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Engine Sizes: 3,000cc – 3,500cc</w:t>
            </w:r>
          </w:p>
          <w:p w14:paraId="27BF8BC7" w14:textId="77777777" w:rsidR="00444E7C" w:rsidRDefault="00444E7C" w:rsidP="00444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Loading Capacity – 3 Ton</w:t>
            </w:r>
          </w:p>
          <w:p w14:paraId="7A620909" w14:textId="2A363240" w:rsidR="00444E7C" w:rsidRDefault="00FE7F22" w:rsidP="00444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Year - 2015</w:t>
            </w:r>
          </w:p>
          <w:p w14:paraId="300A43D7" w14:textId="35A2D4F3" w:rsidR="00444E7C" w:rsidRPr="00492684" w:rsidRDefault="00444E7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14D95B3C" w14:textId="3BBF7B2D" w:rsidR="00444E7C" w:rsidRPr="00492684" w:rsidRDefault="00FE7F22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59" w:type="dxa"/>
          </w:tcPr>
          <w:p w14:paraId="718DD540" w14:textId="6BA9C212" w:rsidR="00444E7C" w:rsidRPr="00492684" w:rsidRDefault="00444E7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93AEAE3" w14:textId="4C38298E" w:rsidR="00444E7C" w:rsidRPr="00492684" w:rsidRDefault="00444E7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47358911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67694" w14:textId="77777777" w:rsidR="00A542BE" w:rsidRDefault="00A542BE">
      <w:r>
        <w:separator/>
      </w:r>
    </w:p>
  </w:endnote>
  <w:endnote w:type="continuationSeparator" w:id="0">
    <w:p w14:paraId="623A6A8F" w14:textId="77777777" w:rsidR="00A542BE" w:rsidRDefault="00A542BE">
      <w:r>
        <w:continuationSeparator/>
      </w:r>
    </w:p>
  </w:endnote>
  <w:endnote w:type="continuationNotice" w:id="1">
    <w:p w14:paraId="64D1EA56" w14:textId="77777777" w:rsidR="00A542BE" w:rsidRDefault="00A542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363DE" w:rsidRPr="009363DE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363DE" w:rsidRPr="009363DE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E60ADBF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C42C9">
      <w:rPr>
        <w:noProof/>
      </w:rPr>
      <w:t>2023-03-22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17A4E" w14:textId="77777777" w:rsidR="00A542BE" w:rsidRDefault="00A542BE">
      <w:r>
        <w:separator/>
      </w:r>
    </w:p>
  </w:footnote>
  <w:footnote w:type="continuationSeparator" w:id="0">
    <w:p w14:paraId="6A5357C0" w14:textId="77777777" w:rsidR="00A542BE" w:rsidRDefault="00A542BE">
      <w:r>
        <w:continuationSeparator/>
      </w:r>
    </w:p>
  </w:footnote>
  <w:footnote w:type="continuationNotice" w:id="1">
    <w:p w14:paraId="1513072C" w14:textId="77777777" w:rsidR="00A542BE" w:rsidRDefault="00A542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23A590F3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F013E"/>
    <w:multiLevelType w:val="hybridMultilevel"/>
    <w:tmpl w:val="CDDC2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102D2"/>
    <w:multiLevelType w:val="hybridMultilevel"/>
    <w:tmpl w:val="9EE68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93DB9"/>
    <w:multiLevelType w:val="hybridMultilevel"/>
    <w:tmpl w:val="A06E4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2E2282"/>
    <w:multiLevelType w:val="hybridMultilevel"/>
    <w:tmpl w:val="0CC41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263883">
    <w:abstractNumId w:val="3"/>
  </w:num>
  <w:num w:numId="2" w16cid:durableId="181363236">
    <w:abstractNumId w:val="17"/>
  </w:num>
  <w:num w:numId="3" w16cid:durableId="1368213577">
    <w:abstractNumId w:val="18"/>
  </w:num>
  <w:num w:numId="4" w16cid:durableId="110126116">
    <w:abstractNumId w:val="8"/>
  </w:num>
  <w:num w:numId="5" w16cid:durableId="50277457">
    <w:abstractNumId w:val="7"/>
  </w:num>
  <w:num w:numId="6" w16cid:durableId="1901286042">
    <w:abstractNumId w:val="12"/>
  </w:num>
  <w:num w:numId="7" w16cid:durableId="1954903137">
    <w:abstractNumId w:val="9"/>
  </w:num>
  <w:num w:numId="8" w16cid:durableId="1532261019">
    <w:abstractNumId w:val="14"/>
  </w:num>
  <w:num w:numId="9" w16cid:durableId="1357150402">
    <w:abstractNumId w:val="0"/>
  </w:num>
  <w:num w:numId="10" w16cid:durableId="1762488567">
    <w:abstractNumId w:val="13"/>
  </w:num>
  <w:num w:numId="11" w16cid:durableId="480318342">
    <w:abstractNumId w:val="4"/>
  </w:num>
  <w:num w:numId="12" w16cid:durableId="1207915909">
    <w:abstractNumId w:val="11"/>
  </w:num>
  <w:num w:numId="13" w16cid:durableId="1664715">
    <w:abstractNumId w:val="16"/>
  </w:num>
  <w:num w:numId="14" w16cid:durableId="1974167426">
    <w:abstractNumId w:val="6"/>
  </w:num>
  <w:num w:numId="15" w16cid:durableId="2079008791">
    <w:abstractNumId w:val="10"/>
  </w:num>
  <w:num w:numId="16" w16cid:durableId="907884806">
    <w:abstractNumId w:val="1"/>
  </w:num>
  <w:num w:numId="17" w16cid:durableId="219248029">
    <w:abstractNumId w:val="15"/>
  </w:num>
  <w:num w:numId="18" w16cid:durableId="1091125761">
    <w:abstractNumId w:val="2"/>
  </w:num>
  <w:num w:numId="19" w16cid:durableId="372314194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176B1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4E7C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0FF0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FC5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2C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6E8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45D7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363DE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2BE"/>
    <w:rsid w:val="00A54748"/>
    <w:rsid w:val="00A54D83"/>
    <w:rsid w:val="00A56FF1"/>
    <w:rsid w:val="00A6073D"/>
    <w:rsid w:val="00A6216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1A1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A7F76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0F0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5256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5BCC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E7F22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490FF0"/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793151-0123-4524-82F1-3E1B19F7DC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2</Pages>
  <Words>104</Words>
  <Characters>597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700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3</cp:revision>
  <cp:lastPrinted>2013-10-18T08:32:00Z</cp:lastPrinted>
  <dcterms:created xsi:type="dcterms:W3CDTF">2023-03-21T10:05:00Z</dcterms:created>
  <dcterms:modified xsi:type="dcterms:W3CDTF">2023-03-22T02:17:00Z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